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6B53" w14:textId="237E9964" w:rsidR="00EB638F" w:rsidRPr="00251792" w:rsidRDefault="00CE4E73" w:rsidP="00EB638F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FIG TRAMPOLINE GYMNASTICS WORLD AGE GROUP COMPETITIONS</w:t>
      </w:r>
      <w:r w:rsidRPr="00CE4E73">
        <w:rPr>
          <w:rFonts w:ascii="Arial" w:hAnsi="Arial" w:cs="Arial"/>
          <w:b/>
          <w:sz w:val="24"/>
          <w:szCs w:val="24"/>
        </w:rPr>
        <w:t xml:space="preserve"> </w:t>
      </w:r>
      <w:r w:rsidR="00EB638F" w:rsidRPr="00251792">
        <w:rPr>
          <w:rFonts w:ascii="Arial" w:hAnsi="Arial" w:cs="Arial"/>
          <w:b/>
          <w:sz w:val="24"/>
          <w:szCs w:val="24"/>
          <w:u w:val="single"/>
        </w:rPr>
        <w:t>ACCOMMODATION BOOKING FORM</w:t>
      </w:r>
    </w:p>
    <w:p w14:paraId="2BF269F2" w14:textId="362D9C74" w:rsidR="00EB638F" w:rsidRPr="00251792" w:rsidRDefault="00EB638F" w:rsidP="00EB638F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251792">
        <w:rPr>
          <w:rFonts w:ascii="Arial" w:hAnsi="Arial" w:cs="Arial"/>
          <w:sz w:val="24"/>
          <w:szCs w:val="24"/>
        </w:rPr>
        <w:t xml:space="preserve">Please complete the details below to confirm your team </w:t>
      </w:r>
      <w:r w:rsidR="00282731" w:rsidRPr="00251792">
        <w:rPr>
          <w:rFonts w:ascii="Arial" w:hAnsi="Arial" w:cs="Arial"/>
          <w:sz w:val="24"/>
          <w:szCs w:val="24"/>
        </w:rPr>
        <w:t>accommodation.</w:t>
      </w:r>
      <w:r w:rsidRPr="00251792">
        <w:rPr>
          <w:rFonts w:ascii="Arial" w:hAnsi="Arial" w:cs="Arial"/>
          <w:sz w:val="24"/>
          <w:szCs w:val="24"/>
        </w:rPr>
        <w:t xml:space="preserve"> </w:t>
      </w:r>
    </w:p>
    <w:p w14:paraId="16177890" w14:textId="0690F61A" w:rsidR="00EB638F" w:rsidRPr="00251792" w:rsidRDefault="00EB638F" w:rsidP="00EB638F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251792">
        <w:rPr>
          <w:rFonts w:ascii="Arial" w:hAnsi="Arial" w:cs="Arial"/>
          <w:sz w:val="24"/>
          <w:szCs w:val="24"/>
        </w:rPr>
        <w:t xml:space="preserve">Rates are quoted in </w:t>
      </w:r>
      <w:r w:rsidRPr="00251792">
        <w:rPr>
          <w:rFonts w:ascii="Arial" w:hAnsi="Arial" w:cs="Arial"/>
          <w:b/>
          <w:sz w:val="24"/>
          <w:szCs w:val="24"/>
        </w:rPr>
        <w:t>GBP £</w:t>
      </w:r>
    </w:p>
    <w:p w14:paraId="7072EC3D" w14:textId="77777777" w:rsidR="00EB638F" w:rsidRPr="00251792" w:rsidRDefault="00EB638F" w:rsidP="00EB638F">
      <w:pPr>
        <w:pStyle w:val="NoSpacing"/>
        <w:pBdr>
          <w:top w:val="single" w:sz="4" w:space="10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Country Name:</w:t>
      </w:r>
    </w:p>
    <w:p w14:paraId="03DDDC2C" w14:textId="77777777" w:rsidR="00EB638F" w:rsidRPr="00251792" w:rsidRDefault="00EB638F" w:rsidP="00EB638F">
      <w:pPr>
        <w:pStyle w:val="NoSpacing"/>
        <w:pBdr>
          <w:top w:val="single" w:sz="4" w:space="10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 xml:space="preserve">Contact Name:  </w:t>
      </w:r>
    </w:p>
    <w:p w14:paraId="715428C6" w14:textId="77777777" w:rsidR="00EB638F" w:rsidRPr="00251792" w:rsidRDefault="00EB638F" w:rsidP="00EB638F">
      <w:pPr>
        <w:pStyle w:val="NoSpacing"/>
        <w:rPr>
          <w:rFonts w:ascii="Arial" w:hAnsi="Arial" w:cs="Arial"/>
          <w:sz w:val="24"/>
          <w:szCs w:val="24"/>
        </w:rPr>
      </w:pPr>
    </w:p>
    <w:p w14:paraId="44AD14E3" w14:textId="77777777" w:rsidR="00EB638F" w:rsidRPr="00251792" w:rsidRDefault="00EB638F" w:rsidP="00EB638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Address:</w:t>
      </w:r>
    </w:p>
    <w:p w14:paraId="3F07241A" w14:textId="77777777" w:rsidR="00EB638F" w:rsidRPr="00251792" w:rsidRDefault="00EB638F" w:rsidP="00EB638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4"/>
          <w:szCs w:val="24"/>
        </w:rPr>
      </w:pPr>
    </w:p>
    <w:p w14:paraId="1000D8E8" w14:textId="77777777" w:rsidR="00EB638F" w:rsidRPr="00251792" w:rsidRDefault="00EB638F" w:rsidP="00EB638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Tel:</w:t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  <w:t xml:space="preserve">Email: </w:t>
      </w:r>
    </w:p>
    <w:p w14:paraId="618F5BFD" w14:textId="59075EBB" w:rsidR="00EB638F" w:rsidRPr="00251792" w:rsidRDefault="00EB638F" w:rsidP="00EB638F">
      <w:pPr>
        <w:pStyle w:val="NoSpacing"/>
        <w:tabs>
          <w:tab w:val="left" w:pos="7526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Total N</w:t>
      </w:r>
      <w:r w:rsidRPr="00251792">
        <w:rPr>
          <w:rFonts w:ascii="Arial" w:hAnsi="Arial" w:cs="Arial"/>
          <w:b/>
          <w:sz w:val="24"/>
          <w:szCs w:val="24"/>
        </w:rPr>
        <w:t xml:space="preserve">umber of people: </w:t>
      </w:r>
      <w:r w:rsidRPr="00251792">
        <w:rPr>
          <w:rFonts w:ascii="Arial" w:hAnsi="Arial" w:cs="Arial"/>
          <w:sz w:val="24"/>
          <w:szCs w:val="24"/>
        </w:rPr>
        <w:t>……………….</w:t>
      </w:r>
      <w:r w:rsidRPr="00251792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6FABC836" w14:textId="77777777" w:rsidR="00B515E3" w:rsidRDefault="00B515E3" w:rsidP="00B515E3">
      <w:pPr>
        <w:ind w:left="2160" w:hanging="2160"/>
        <w:rPr>
          <w:rFonts w:ascii="Arial" w:hAnsi="Arial" w:cs="Arial"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Requeste</w:t>
      </w:r>
      <w:r>
        <w:rPr>
          <w:rFonts w:ascii="Arial" w:hAnsi="Arial" w:cs="Arial"/>
          <w:b/>
          <w:sz w:val="24"/>
          <w:szCs w:val="24"/>
        </w:rPr>
        <w:t xml:space="preserve">d Property: </w:t>
      </w:r>
      <w:r w:rsidRPr="00974D1C">
        <w:rPr>
          <w:rFonts w:ascii="Arial" w:hAnsi="Arial" w:cs="Arial"/>
          <w:bCs/>
          <w:i/>
          <w:iCs/>
          <w:sz w:val="24"/>
          <w:szCs w:val="24"/>
        </w:rPr>
        <w:t>(first choice)</w:t>
      </w:r>
      <w:r w:rsidRPr="00251792">
        <w:rPr>
          <w:rFonts w:ascii="Arial" w:hAnsi="Arial" w:cs="Arial"/>
          <w:sz w:val="24"/>
          <w:szCs w:val="24"/>
        </w:rPr>
        <w:t xml:space="preserve">…………………………………………………… </w:t>
      </w:r>
    </w:p>
    <w:p w14:paraId="2C2CB09C" w14:textId="77777777" w:rsidR="00B515E3" w:rsidRPr="00251792" w:rsidRDefault="00B515E3" w:rsidP="00B515E3">
      <w:pPr>
        <w:ind w:left="216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Pr="00974D1C">
        <w:rPr>
          <w:rFonts w:ascii="Arial" w:hAnsi="Arial" w:cs="Arial"/>
          <w:bCs/>
          <w:i/>
          <w:iCs/>
          <w:sz w:val="24"/>
          <w:szCs w:val="24"/>
        </w:rPr>
        <w:t>(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second </w:t>
      </w:r>
      <w:r w:rsidRPr="00974D1C">
        <w:rPr>
          <w:rFonts w:ascii="Arial" w:hAnsi="Arial" w:cs="Arial"/>
          <w:bCs/>
          <w:i/>
          <w:iCs/>
          <w:sz w:val="24"/>
          <w:szCs w:val="24"/>
        </w:rPr>
        <w:t>choice)</w:t>
      </w:r>
      <w:r w:rsidRPr="00251792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3DCC592" w14:textId="6930BE29" w:rsidR="00EB638F" w:rsidRPr="00251792" w:rsidRDefault="00EB638F" w:rsidP="00EB638F">
      <w:pPr>
        <w:pStyle w:val="NoSpacing"/>
        <w:rPr>
          <w:rFonts w:ascii="Arial" w:hAnsi="Arial" w:cs="Arial"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Number of Rooms:</w:t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sz w:val="24"/>
          <w:szCs w:val="24"/>
        </w:rPr>
        <w:t>SINGLE ROOMS ............</w:t>
      </w:r>
      <w:r>
        <w:rPr>
          <w:rFonts w:ascii="Arial" w:hAnsi="Arial" w:cs="Arial"/>
          <w:sz w:val="24"/>
          <w:szCs w:val="24"/>
        </w:rPr>
        <w:t>T</w:t>
      </w:r>
      <w:r w:rsidRPr="00251792">
        <w:rPr>
          <w:rFonts w:ascii="Arial" w:hAnsi="Arial" w:cs="Arial"/>
          <w:sz w:val="24"/>
          <w:szCs w:val="24"/>
        </w:rPr>
        <w:t>WIN ROOMS ……</w:t>
      </w:r>
      <w:r>
        <w:rPr>
          <w:rFonts w:ascii="Arial" w:hAnsi="Arial" w:cs="Arial"/>
          <w:sz w:val="24"/>
          <w:szCs w:val="24"/>
        </w:rPr>
        <w:t>…..</w:t>
      </w:r>
    </w:p>
    <w:p w14:paraId="3E4CB2A1" w14:textId="77777777" w:rsidR="00EB638F" w:rsidRPr="00251792" w:rsidRDefault="00EB638F" w:rsidP="00EB638F">
      <w:pPr>
        <w:pStyle w:val="NoSpacing"/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Arrival Date:</w:t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sz w:val="24"/>
          <w:szCs w:val="24"/>
        </w:rPr>
        <w:t>………………….</w:t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</w:r>
    </w:p>
    <w:p w14:paraId="1F6D902D" w14:textId="77777777" w:rsidR="00EB638F" w:rsidRPr="00251792" w:rsidRDefault="00EB638F" w:rsidP="00EB638F">
      <w:pPr>
        <w:pStyle w:val="NoSpacing"/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Departure Date:</w:t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sz w:val="24"/>
          <w:szCs w:val="24"/>
        </w:rPr>
        <w:t>………………….</w:t>
      </w:r>
      <w:r w:rsidRPr="00251792">
        <w:rPr>
          <w:rFonts w:ascii="Arial" w:hAnsi="Arial" w:cs="Arial"/>
          <w:b/>
          <w:sz w:val="24"/>
          <w:szCs w:val="24"/>
        </w:rPr>
        <w:tab/>
      </w:r>
      <w:r w:rsidRPr="00251792">
        <w:rPr>
          <w:rFonts w:ascii="Arial" w:hAnsi="Arial" w:cs="Arial"/>
          <w:b/>
          <w:sz w:val="24"/>
          <w:szCs w:val="24"/>
        </w:rPr>
        <w:tab/>
      </w:r>
    </w:p>
    <w:p w14:paraId="53EB523D" w14:textId="77DE39DC" w:rsidR="00EB638F" w:rsidRPr="00251792" w:rsidRDefault="00EB638F" w:rsidP="00EB638F">
      <w:pPr>
        <w:pStyle w:val="NoSpacing"/>
        <w:rPr>
          <w:rFonts w:ascii="Arial" w:hAnsi="Arial" w:cs="Arial"/>
          <w:sz w:val="24"/>
          <w:szCs w:val="24"/>
        </w:rPr>
      </w:pPr>
      <w:r w:rsidRPr="00251792">
        <w:rPr>
          <w:rFonts w:ascii="Arial" w:hAnsi="Arial" w:cs="Arial"/>
          <w:sz w:val="24"/>
          <w:szCs w:val="24"/>
        </w:rPr>
        <w:tab/>
      </w:r>
      <w:r w:rsidR="00825741">
        <w:rPr>
          <w:rFonts w:ascii="Arial" w:hAnsi="Arial" w:cs="Arial"/>
          <w:b/>
          <w:bCs/>
          <w:sz w:val="24"/>
          <w:szCs w:val="24"/>
        </w:rPr>
        <w:t>Lunch</w:t>
      </w:r>
      <w:r w:rsidR="007210F6">
        <w:rPr>
          <w:rFonts w:ascii="Arial" w:hAnsi="Arial" w:cs="Arial"/>
          <w:sz w:val="24"/>
          <w:szCs w:val="24"/>
        </w:rPr>
        <w:t>:</w:t>
      </w:r>
      <w:r w:rsidR="007210F6">
        <w:rPr>
          <w:rFonts w:ascii="Arial" w:hAnsi="Arial" w:cs="Arial"/>
          <w:sz w:val="24"/>
          <w:szCs w:val="24"/>
        </w:rPr>
        <w:tab/>
        <w:t>YES</w:t>
      </w:r>
      <w:r w:rsidR="007210F6">
        <w:rPr>
          <w:rFonts w:ascii="Arial" w:hAnsi="Arial" w:cs="Arial"/>
          <w:sz w:val="24"/>
          <w:szCs w:val="24"/>
        </w:rPr>
        <w:tab/>
      </w:r>
      <w:r w:rsidR="007210F6">
        <w:rPr>
          <w:rFonts w:ascii="Arial" w:hAnsi="Arial" w:cs="Arial"/>
          <w:sz w:val="24"/>
          <w:szCs w:val="24"/>
        </w:rPr>
        <w:tab/>
        <w:t>NO</w:t>
      </w:r>
      <w:r w:rsidR="00825741">
        <w:rPr>
          <w:rFonts w:ascii="Arial" w:hAnsi="Arial" w:cs="Arial"/>
          <w:sz w:val="24"/>
          <w:szCs w:val="24"/>
        </w:rPr>
        <w:br/>
      </w:r>
      <w:r w:rsidR="00825741">
        <w:rPr>
          <w:rFonts w:ascii="Arial" w:hAnsi="Arial" w:cs="Arial"/>
          <w:sz w:val="24"/>
          <w:szCs w:val="24"/>
        </w:rPr>
        <w:tab/>
      </w:r>
      <w:r w:rsidR="00825741" w:rsidRPr="00825741">
        <w:rPr>
          <w:rFonts w:ascii="Arial" w:hAnsi="Arial" w:cs="Arial"/>
          <w:b/>
          <w:bCs/>
          <w:sz w:val="24"/>
          <w:szCs w:val="24"/>
        </w:rPr>
        <w:t>Dinner:</w:t>
      </w:r>
      <w:r w:rsidR="00825741">
        <w:rPr>
          <w:rFonts w:ascii="Arial" w:hAnsi="Arial" w:cs="Arial"/>
          <w:sz w:val="24"/>
          <w:szCs w:val="24"/>
        </w:rPr>
        <w:tab/>
        <w:t>YES</w:t>
      </w:r>
      <w:r w:rsidR="00825741">
        <w:rPr>
          <w:rFonts w:ascii="Arial" w:hAnsi="Arial" w:cs="Arial"/>
          <w:sz w:val="24"/>
          <w:szCs w:val="24"/>
        </w:rPr>
        <w:tab/>
      </w:r>
      <w:r w:rsidR="00825741">
        <w:rPr>
          <w:rFonts w:ascii="Arial" w:hAnsi="Arial" w:cs="Arial"/>
          <w:sz w:val="24"/>
          <w:szCs w:val="24"/>
        </w:rPr>
        <w:tab/>
        <w:t>NO</w:t>
      </w:r>
    </w:p>
    <w:p w14:paraId="0372F505" w14:textId="77777777" w:rsidR="00EB638F" w:rsidRPr="00251792" w:rsidRDefault="00EB638F" w:rsidP="00EB638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 xml:space="preserve">Payments may be made by bank transfer or by credit card. </w:t>
      </w:r>
    </w:p>
    <w:p w14:paraId="6C2E78EF" w14:textId="77777777" w:rsidR="00EB638F" w:rsidRPr="00251792" w:rsidRDefault="00EB638F" w:rsidP="00EB638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Should you wish to pay by credit card please fill in your details below.</w:t>
      </w:r>
    </w:p>
    <w:p w14:paraId="4DE26AE6" w14:textId="77777777" w:rsidR="00EB638F" w:rsidRPr="00251792" w:rsidRDefault="00EB638F" w:rsidP="00EB638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251792">
        <w:rPr>
          <w:rFonts w:ascii="Arial" w:hAnsi="Arial" w:cs="Arial"/>
          <w:b/>
          <w:sz w:val="24"/>
          <w:szCs w:val="24"/>
        </w:rPr>
        <w:t>Our bank details will be provided on your invoice should you wish to make payment via bank transfer.</w:t>
      </w:r>
    </w:p>
    <w:p w14:paraId="64D28BC4" w14:textId="104EADB1" w:rsidR="007210F6" w:rsidRPr="0013180F" w:rsidRDefault="007210F6" w:rsidP="007210F6">
      <w:pPr>
        <w:pStyle w:val="NoSpacing"/>
        <w:jc w:val="center"/>
        <w:rPr>
          <w:rFonts w:cs="Lucida Sans Unicode"/>
          <w:b/>
          <w:noProof/>
          <w:sz w:val="24"/>
          <w:szCs w:val="24"/>
        </w:rPr>
      </w:pPr>
      <w:r w:rsidRPr="0013180F">
        <w:rPr>
          <w:rFonts w:cs="Lucida Sans Unicode"/>
          <w:b/>
          <w:sz w:val="24"/>
          <w:szCs w:val="24"/>
        </w:rPr>
        <w:t xml:space="preserve">Please return your form as soon as possible to: </w:t>
      </w:r>
      <w:r>
        <w:rPr>
          <w:rFonts w:cs="Lucida Sans Unicode"/>
          <w:b/>
          <w:sz w:val="24"/>
          <w:szCs w:val="24"/>
        </w:rPr>
        <w:br/>
      </w:r>
      <w:r w:rsidRPr="0013180F">
        <w:rPr>
          <w:rFonts w:cs="Lucida Sans Unicode"/>
          <w:b/>
          <w:sz w:val="24"/>
          <w:szCs w:val="24"/>
        </w:rPr>
        <w:t>CSE, Alexander Stadium, Walsall Road, Birmingham, B42 2LR</w:t>
      </w:r>
    </w:p>
    <w:p w14:paraId="7E1819D8" w14:textId="7DAF5BB4" w:rsidR="00EB638F" w:rsidRDefault="007210F6" w:rsidP="007210F6">
      <w:pPr>
        <w:pStyle w:val="NoSpacing"/>
        <w:jc w:val="center"/>
      </w:pPr>
      <w:r w:rsidRPr="0013180F">
        <w:rPr>
          <w:rFonts w:cs="Lucida Sans Unicode"/>
          <w:b/>
          <w:sz w:val="24"/>
          <w:szCs w:val="24"/>
          <w:lang w:val="es-ES"/>
        </w:rPr>
        <w:t xml:space="preserve">E: </w:t>
      </w:r>
      <w:r>
        <w:rPr>
          <w:rFonts w:cs="Lucida Sans Unicode"/>
          <w:b/>
          <w:sz w:val="24"/>
          <w:szCs w:val="24"/>
          <w:lang w:val="es-ES"/>
        </w:rPr>
        <w:t>trampol</w:t>
      </w:r>
      <w:r w:rsidR="00825741">
        <w:rPr>
          <w:rFonts w:cs="Lucida Sans Unicode"/>
          <w:b/>
          <w:sz w:val="24"/>
          <w:szCs w:val="24"/>
          <w:lang w:val="es-ES"/>
        </w:rPr>
        <w:t>ine</w:t>
      </w:r>
      <w:r w:rsidRPr="00086E1E">
        <w:rPr>
          <w:rFonts w:cs="Lucida Sans Unicode"/>
          <w:b/>
          <w:sz w:val="24"/>
          <w:szCs w:val="24"/>
          <w:lang w:val="es-ES"/>
        </w:rPr>
        <w:t>@cseplc.com</w:t>
      </w:r>
    </w:p>
    <w:p w14:paraId="2738D334" w14:textId="4A0B3DF1" w:rsidR="00EB638F" w:rsidRDefault="00EB638F" w:rsidP="00EB638F"/>
    <w:p w14:paraId="2C542E67" w14:textId="77777777" w:rsidR="00EB638F" w:rsidRPr="00EB638F" w:rsidRDefault="00EB638F" w:rsidP="00EB638F"/>
    <w:sectPr w:rsidR="00EB638F" w:rsidRPr="00EB638F" w:rsidSect="00DC4122">
      <w:headerReference w:type="default" r:id="rId10"/>
      <w:type w:val="continuous"/>
      <w:pgSz w:w="12240" w:h="15840"/>
      <w:pgMar w:top="1440" w:right="1714" w:bottom="274" w:left="171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DB6AC" w14:textId="77777777" w:rsidR="0095564E" w:rsidRDefault="0095564E" w:rsidP="002F242C">
      <w:r>
        <w:separator/>
      </w:r>
    </w:p>
  </w:endnote>
  <w:endnote w:type="continuationSeparator" w:id="0">
    <w:p w14:paraId="67C92CEC" w14:textId="77777777" w:rsidR="0095564E" w:rsidRDefault="0095564E" w:rsidP="002F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3E4C" w14:textId="77777777" w:rsidR="0095564E" w:rsidRDefault="0095564E" w:rsidP="002F242C">
      <w:r>
        <w:separator/>
      </w:r>
    </w:p>
  </w:footnote>
  <w:footnote w:type="continuationSeparator" w:id="0">
    <w:p w14:paraId="027BC34A" w14:textId="77777777" w:rsidR="0095564E" w:rsidRDefault="0095564E" w:rsidP="002F2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1308" w14:textId="77777777" w:rsidR="000803CC" w:rsidRDefault="000803CC" w:rsidP="002F242C">
    <w:pPr>
      <w:pStyle w:val="Header"/>
    </w:pPr>
    <w:r w:rsidRPr="000803CC">
      <w:rPr>
        <w:noProof/>
      </w:rPr>
      <mc:AlternateContent>
        <mc:Choice Requires="wpg">
          <w:drawing>
            <wp:anchor distT="0" distB="0" distL="114300" distR="114300" simplePos="0" relativeHeight="251657215" behindDoc="1" locked="0" layoutInCell="1" allowOverlap="1" wp14:anchorId="2F33758D" wp14:editId="64316881">
              <wp:simplePos x="0" y="0"/>
              <wp:positionH relativeFrom="column">
                <wp:posOffset>-2536723</wp:posOffset>
              </wp:positionH>
              <wp:positionV relativeFrom="paragraph">
                <wp:posOffset>-1607575</wp:posOffset>
              </wp:positionV>
              <wp:extent cx="10637149" cy="12330000"/>
              <wp:effectExtent l="0" t="0" r="12065" b="0"/>
              <wp:wrapNone/>
              <wp:docPr id="2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0637149" cy="12330000"/>
                        <a:chOff x="0" y="0"/>
                        <a:chExt cx="10638095" cy="12330432"/>
                      </a:xfrm>
                    </wpg:grpSpPr>
                    <wps:wsp>
                      <wps:cNvPr id="22" name="Triangle"/>
                      <wps:cNvSpPr/>
                      <wps:spPr>
                        <a:xfrm>
                          <a:off x="6883399" y="546101"/>
                          <a:ext cx="632461" cy="68199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0"/>
                              </a:moveTo>
                              <a:lnTo>
                                <a:pt x="0" y="20796"/>
                              </a:lnTo>
                              <a:lnTo>
                                <a:pt x="17696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3" name="Triangle"/>
                      <wps:cNvSpPr/>
                      <wps:spPr>
                        <a:xfrm>
                          <a:off x="2730499" y="914401"/>
                          <a:ext cx="431801" cy="4000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6327" y="0"/>
                              </a:moveTo>
                              <a:lnTo>
                                <a:pt x="0" y="21600"/>
                              </a:lnTo>
                              <a:lnTo>
                                <a:pt x="21600" y="196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alpha val="8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4" name="Shape"/>
                      <wps:cNvSpPr/>
                      <wps:spPr>
                        <a:xfrm>
                          <a:off x="1117599" y="1"/>
                          <a:ext cx="3761741" cy="481076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0"/>
                              </a:moveTo>
                              <a:lnTo>
                                <a:pt x="1057" y="16069"/>
                              </a:lnTo>
                              <a:lnTo>
                                <a:pt x="0" y="21600"/>
                              </a:lnTo>
                              <a:lnTo>
                                <a:pt x="21600" y="471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1"/>
                            </a:gs>
                          </a:gsLst>
                          <a:lin ang="0" scaled="0"/>
                        </a:gra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5" name="Shape"/>
                      <wps:cNvSpPr/>
                      <wps:spPr>
                        <a:xfrm>
                          <a:off x="6832599" y="0"/>
                          <a:ext cx="2199641" cy="204851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968" y="21600"/>
                              </a:moveTo>
                              <a:lnTo>
                                <a:pt x="21600" y="1594"/>
                              </a:lnTo>
                              <a:lnTo>
                                <a:pt x="20116" y="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6" name="Shape"/>
                      <wps:cNvSpPr/>
                      <wps:spPr>
                        <a:xfrm>
                          <a:off x="0" y="2387601"/>
                          <a:ext cx="6794500" cy="67945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0635" y="0"/>
                              </a:moveTo>
                              <a:lnTo>
                                <a:pt x="109" y="20526"/>
                              </a:lnTo>
                              <a:lnTo>
                                <a:pt x="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alpha val="8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7" name="Shape"/>
                      <wps:cNvSpPr/>
                      <wps:spPr>
                        <a:xfrm>
                          <a:off x="3136900" y="2413001"/>
                          <a:ext cx="6296661" cy="62953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21600"/>
                              </a:moveTo>
                              <a:lnTo>
                                <a:pt x="21600" y="0"/>
                              </a:lnTo>
                              <a:lnTo>
                                <a:pt x="21042" y="4985"/>
                              </a:lnTo>
                              <a:lnTo>
                                <a:pt x="4762" y="2126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8" name="Shape"/>
                      <wps:cNvSpPr/>
                      <wps:spPr>
                        <a:xfrm>
                          <a:off x="3213099" y="2743201"/>
                          <a:ext cx="7424996" cy="742589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83" h="21582" extrusionOk="0">
                              <a:moveTo>
                                <a:pt x="21574" y="9"/>
                              </a:moveTo>
                              <a:cubicBezTo>
                                <a:pt x="21592" y="28"/>
                                <a:pt x="21585" y="65"/>
                                <a:pt x="21555" y="91"/>
                              </a:cubicBezTo>
                              <a:lnTo>
                                <a:pt x="92" y="21554"/>
                              </a:lnTo>
                              <a:cubicBezTo>
                                <a:pt x="66" y="21580"/>
                                <a:pt x="29" y="21591"/>
                                <a:pt x="10" y="21573"/>
                              </a:cubicBezTo>
                              <a:lnTo>
                                <a:pt x="10" y="21573"/>
                              </a:lnTo>
                              <a:cubicBezTo>
                                <a:pt x="-8" y="21554"/>
                                <a:pt x="-1" y="21517"/>
                                <a:pt x="29" y="21491"/>
                              </a:cubicBezTo>
                              <a:lnTo>
                                <a:pt x="21492" y="32"/>
                              </a:lnTo>
                              <a:cubicBezTo>
                                <a:pt x="21518" y="-2"/>
                                <a:pt x="21555" y="-9"/>
                                <a:pt x="21574" y="9"/>
                              </a:cubicBezTo>
                              <a:lnTo>
                                <a:pt x="21574" y="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9" name="Shape"/>
                      <wps:cNvSpPr/>
                      <wps:spPr>
                        <a:xfrm>
                          <a:off x="5460999" y="1701800"/>
                          <a:ext cx="4419601" cy="483997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1876"/>
                              </a:moveTo>
                              <a:lnTo>
                                <a:pt x="0" y="21600"/>
                              </a:lnTo>
                              <a:lnTo>
                                <a:pt x="186" y="17377"/>
                              </a:lnTo>
                              <a:lnTo>
                                <a:pt x="1909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alpha val="8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0" name="Shape"/>
                      <wps:cNvSpPr/>
                      <wps:spPr>
                        <a:xfrm>
                          <a:off x="546099" y="2921000"/>
                          <a:ext cx="2954021" cy="382905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16664"/>
                              </a:moveTo>
                              <a:lnTo>
                                <a:pt x="0" y="21600"/>
                              </a:lnTo>
                              <a:lnTo>
                                <a:pt x="20532" y="576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59000">
                              <a:schemeClr val="accent1"/>
                            </a:gs>
                          </a:gsLst>
                          <a:lin ang="0" scaled="0"/>
                        </a:gra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1" name="Triangle"/>
                      <wps:cNvSpPr/>
                      <wps:spPr>
                        <a:xfrm>
                          <a:off x="4787899" y="584201"/>
                          <a:ext cx="1988822" cy="20015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8662" y="14542"/>
                              </a:moveTo>
                              <a:lnTo>
                                <a:pt x="21600" y="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2" name="Shape"/>
                      <wps:cNvSpPr/>
                      <wps:spPr>
                        <a:xfrm>
                          <a:off x="3517899" y="6477001"/>
                          <a:ext cx="6146801" cy="585343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4936" y="19669"/>
                              </a:moveTo>
                              <a:lnTo>
                                <a:pt x="0" y="21600"/>
                              </a:lnTo>
                              <a:lnTo>
                                <a:pt x="5449" y="15878"/>
                              </a:lnTo>
                              <a:lnTo>
                                <a:pt x="4936" y="19669"/>
                              </a:lnTo>
                              <a:close/>
                              <a:moveTo>
                                <a:pt x="18677" y="7025"/>
                              </a:moveTo>
                              <a:lnTo>
                                <a:pt x="21600" y="3932"/>
                              </a:lnTo>
                              <a:lnTo>
                                <a:pt x="20685" y="0"/>
                              </a:lnTo>
                              <a:lnTo>
                                <a:pt x="18677" y="2109"/>
                              </a:lnTo>
                              <a:lnTo>
                                <a:pt x="18677" y="7025"/>
                              </a:lnTo>
                              <a:close/>
                              <a:moveTo>
                                <a:pt x="17891" y="2934"/>
                              </a:moveTo>
                              <a:lnTo>
                                <a:pt x="7997" y="13328"/>
                              </a:lnTo>
                              <a:lnTo>
                                <a:pt x="6931" y="19458"/>
                              </a:lnTo>
                              <a:lnTo>
                                <a:pt x="17896" y="7859"/>
                              </a:lnTo>
                              <a:lnTo>
                                <a:pt x="17896" y="293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50000">
                              <a:schemeClr val="accent1"/>
                            </a:gs>
                            <a:gs pos="100000">
                              <a:schemeClr val="accent4"/>
                            </a:gs>
                          </a:gsLst>
                          <a:lin ang="0" scaled="0"/>
                        </a:gra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3" name="Triangle"/>
                      <wps:cNvSpPr/>
                      <wps:spPr>
                        <a:xfrm>
                          <a:off x="1270000" y="8128001"/>
                          <a:ext cx="2104390" cy="21043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600" y="7834"/>
                              </a:moveTo>
                              <a:lnTo>
                                <a:pt x="21600" y="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4" name="Shape"/>
                      <wps:cNvSpPr/>
                      <wps:spPr>
                        <a:xfrm>
                          <a:off x="2324100" y="1752600"/>
                          <a:ext cx="5975350" cy="853313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595" y="21600"/>
                              </a:move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5" name="Shape"/>
                      <wps:cNvSpPr/>
                      <wps:spPr>
                        <a:xfrm>
                          <a:off x="2324100" y="1752600"/>
                          <a:ext cx="5975350" cy="853313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595" y="21600"/>
                              </a:move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0800">
                          <a:solidFill>
                            <a:schemeClr val="accent4"/>
                          </a:solidFill>
                          <a:miter lim="400000"/>
                        </a:ln>
                        <a:effectLst>
                          <a:outerShdw blurRad="152400" dist="50800" dir="5400000" algn="ctr" rotWithShape="0">
                            <a:schemeClr val="tx2">
                              <a:alpha val="65000"/>
                            </a:schemeClr>
                          </a:outerShdw>
                        </a:effectLst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E2883C" id="Group 1" o:spid="_x0000_s1026" alt="&quot;&quot;" style="position:absolute;margin-left:-199.75pt;margin-top:-126.6pt;width:837.55pt;height:970.85pt;z-index:-251659265" coordsize="106380,123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">
              <o:lock v:ext="edit" aspectratio="t"/>
              <v:shape id="Triangle" o:spid="_x0000_s1027" style="position:absolute;left:68833;top:5461;width:6325;height:681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" path="m21600,l,20796r17696,804l21600,xe" fillcolor="#54c9cc [3208]" stroked="f" strokeweight="1pt">
                <v:stroke miterlimit="4" joinstyle="miter"/>
                <v:path arrowok="t" o:extrusionok="f" o:connecttype="custom" o:connectlocs="316231,340996;316231,340996;316231,340996;316231,340996" o:connectangles="0,90,180,270"/>
              </v:shape>
              <v:shape id="Triangle" o:spid="_x0000_s1028" style="position:absolute;left:27304;top:9144;width:4319;height:400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" path="m16327,l,21600,21600,19680,16327,xe" fillcolor="#f90b0b [3205]" stroked="f" strokeweight="1pt">
                <v:fill opacity="52428f"/>
                <v:stroke miterlimit="4" joinstyle="miter"/>
                <v:path arrowok="t" o:extrusionok="f" o:connecttype="custom" o:connectlocs="215901,200025;215901,200025;215901,200025;215901,200025" o:connectangles="0,90,180,270"/>
              </v:shape>
              <v:shape id="Shape" o:spid="_x0000_s1029" style="position:absolute;left:11175;width:37618;height:4810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" path="m21600,l1057,16069,,21600,21600,4716,21600,xe" fillcolor="#f90b0b [3205]" stroked="f" strokeweight="1pt">
                <v:fill color2="#fa7d00 [3204]" angle="90" focus="100%" type="gradient">
                  <o:fill v:ext="view" type="gradientUnscaled"/>
                </v:fill>
                <v:stroke miterlimit="4" joinstyle="miter"/>
                <v:path arrowok="t" o:extrusionok="f" o:connecttype="custom" o:connectlocs="1880871,2405381;1880871,2405381;1880871,2405381;1880871,2405381" o:connectangles="0,90,180,270"/>
              </v:shape>
              <v:shape id="Shape" o:spid="_x0000_s1030" style="position:absolute;left:68325;width:21997;height:2048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" path="m2968,21600l21600,1594,20116,,,21600r2968,xe" fillcolor="#fa7d00 [3204]" stroked="f" strokeweight="1pt">
                <v:stroke miterlimit="4" joinstyle="miter"/>
                <v:path arrowok="t" o:extrusionok="f" o:connecttype="custom" o:connectlocs="1099821,1024256;1099821,1024256;1099821,1024256;1099821,1024256" o:connectangles="0,90,180,270"/>
              </v:shape>
              <v:shape id="Shape" o:spid="_x0000_s1031" style="position:absolute;top:23876;width:67945;height:6794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" path="m20635,l109,20526,,21600,21600,r-965,xe" fillcolor="#54c9cc [3208]" stroked="f" strokeweight="1pt">
                <v:fill opacity="52428f"/>
                <v:stroke miterlimit="4" joinstyle="miter"/>
                <v:path arrowok="t" o:extrusionok="f" o:connecttype="custom" o:connectlocs="3397250,3397250;3397250,3397250;3397250,3397250;3397250,3397250" o:connectangles="0,90,180,270"/>
              </v:shape>
              <v:shape id="Shape" o:spid="_x0000_s1032" style="position:absolute;left:31369;top:24130;width:62966;height:6295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" path="m,21600l21600,r-558,4985l4762,21269,,21600xe" fillcolor="#92d050 [3207]" stroked="f" strokeweight="1pt">
                <v:stroke miterlimit="4" joinstyle="miter"/>
                <v:path arrowok="t" o:extrusionok="f" o:connecttype="custom" o:connectlocs="3148331,3147695;3148331,3147695;3148331,3147695;3148331,3147695" o:connectangles="0,90,180,270"/>
              </v:shape>
              <v:shape id="Shape" o:spid="_x0000_s1033" style="position:absolute;left:32130;top:27432;width:74250;height:74258;visibility:visible;mso-wrap-style:square;v-text-anchor:middle" coordsize="21583,2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" path="m21574,9v18,19,11,56,-19,82l92,21554v-26,26,-63,37,-82,19l10,21573v-18,-19,-11,-56,19,-82l21492,32v26,-34,63,-41,82,-23l21574,9xe" fillcolor="#f90b0b [3205]" stroked="f" strokeweight="1pt">
                <v:stroke miterlimit="4" joinstyle="miter"/>
                <v:path arrowok="t" o:extrusionok="f" o:connecttype="custom" o:connectlocs="3712498,3712948;3712498,3712948;3712498,3712948;3712498,3712948" o:connectangles="0,90,180,270"/>
              </v:shape>
              <v:shape id="Shape" o:spid="_x0000_s1034" style="position:absolute;left:54609;top:17018;width:44197;height:4839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" path="m21600,1876l,21600,186,17377,19099,r2501,1876xe" fillcolor="#54c9cc [3208]" stroked="f" strokeweight="1pt">
                <v:fill opacity="52428f"/>
                <v:stroke miterlimit="4" joinstyle="miter"/>
                <v:path arrowok="t" o:extrusionok="f" o:connecttype="custom" o:connectlocs="2209801,2419986;2209801,2419986;2209801,2419986;2209801,2419986" o:connectangles="0,90,180,270"/>
              </v:shape>
              <v:shape id="Shape" o:spid="_x0000_s1035" style="position:absolute;left:5460;top:29210;width:29541;height:3829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" path="m,16664r,4936l20532,5760,21600,,,16664xe" fillcolor="#f90b0b [3205]" stroked="f" strokeweight="1pt">
                <v:fill color2="#fa7d00 [3204]" angle="90" colors="0 #f90b0b;38666f #fa7d00" focus="100%" type="gradient">
                  <o:fill v:ext="view" type="gradientUnscaled"/>
                </v:fill>
                <v:stroke miterlimit="4" joinstyle="miter"/>
                <v:path arrowok="t" o:extrusionok="f" o:connecttype="custom" o:connectlocs="1477011,1914526;1477011,1914526;1477011,1914526;1477011,1914526" o:connectangles="0,90,180,270"/>
              </v:shape>
              <v:shape id="Triangle" o:spid="_x0000_s1036" style="position:absolute;left:47878;top:5842;width:19889;height:2001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" path="m18662,14542l21600,,,21600,18662,14542xe" fillcolor="#0091c4 [3209]" stroked="f" strokeweight="1pt">
                <v:stroke miterlimit="4" joinstyle="miter"/>
                <v:path arrowok="t" o:extrusionok="f" o:connecttype="custom" o:connectlocs="994411,1000760;994411,1000760;994411,1000760;994411,1000760" o:connectangles="0,90,180,270"/>
              </v:shape>
              <v:shape id="Shape" o:spid="_x0000_s1037" style="position:absolute;left:35178;top:64770;width:61469;height:5853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" path="m4936,19669l,21600,5449,15878r-513,3791xm18677,7025l21600,3932,20685,,18677,2109r,4916xm17891,2934l7997,13328,6931,19458,17896,7859r,-4925l17891,2934xe" fillcolor="#f90b0b [3205]" stroked="f" strokeweight="1pt">
                <v:fill color2="#92d050 [3207]" angle="90" colors="0 #f90b0b;.5 #fa7d00;1 #92d050" focus="100%" type="gradient">
                  <o:fill v:ext="view" type="gradientUnscaled"/>
                </v:fill>
                <v:stroke miterlimit="4" joinstyle="miter"/>
                <v:path arrowok="t" o:extrusionok="f" o:connecttype="custom" o:connectlocs="3073401,2926716;3073401,2926716;3073401,2926716;3073401,2926716" o:connectangles="0,90,180,270"/>
              </v:shape>
              <v:shape id="Triangle" o:spid="_x0000_s1038" style="position:absolute;left:12700;top:81280;width:21043;height:210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" path="m600,7834l21600,,,21600,600,7834xe" fillcolor="#f90b0b [3205]" stroked="f" strokeweight="1pt">
                <v:stroke miterlimit="4" joinstyle="miter"/>
                <v:path arrowok="t" o:extrusionok="f" o:connecttype="custom" o:connectlocs="1052195,1052195;1052195,1052195;1052195,1052195;1052195,1052195" o:connectangles="0,90,180,270"/>
              </v:shape>
              <v:shape id="Shape" o:spid="_x0000_s1039" style="position:absolute;left:23241;top:17526;width:59753;height:8533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" path="m21595,21600l,21600,,,21600,r,21600l21595,21600xe" fillcolor="black" stroked="f" strokeweight="1pt">
                <v:stroke miterlimit="4" joinstyle="miter"/>
                <v:path arrowok="t" o:extrusionok="f" o:connecttype="custom" o:connectlocs="2987675,4266566;2987675,4266566;2987675,4266566;2987675,4266566" o:connectangles="0,90,180,270"/>
              </v:shape>
              <v:shape id="Shape" o:spid="_x0000_s1040" style="position:absolute;left:23241;top:17526;width:59753;height:8533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" path="m21595,21600l,21600,,,21600,r,21600l21595,21600xe" fillcolor="white [3212]" strokecolor="#92d050 [3207]" strokeweight="4pt">
                <v:stroke miterlimit="4" joinstyle="miter"/>
                <v:shadow on="t" color="#464646 [3215]" opacity="42598f" offset="0,4pt"/>
                <v:path arrowok="t" o:extrusionok="f" o:connecttype="custom" o:connectlocs="2987675,4266566;2987675,4266566;2987675,4266566;2987675,4266566" o:connectangles="0,90,180,27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B4772"/>
    <w:multiLevelType w:val="hybridMultilevel"/>
    <w:tmpl w:val="6E32DCB0"/>
    <w:lvl w:ilvl="0" w:tplc="ADA6280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9249E"/>
    <w:multiLevelType w:val="hybridMultilevel"/>
    <w:tmpl w:val="04B85B4E"/>
    <w:lvl w:ilvl="0" w:tplc="ADA6280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A55FE"/>
    <w:multiLevelType w:val="hybridMultilevel"/>
    <w:tmpl w:val="4C04BCEC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D6786"/>
    <w:multiLevelType w:val="hybridMultilevel"/>
    <w:tmpl w:val="1D7A2BBE"/>
    <w:lvl w:ilvl="0" w:tplc="ADA6280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958900">
    <w:abstractNumId w:val="2"/>
  </w:num>
  <w:num w:numId="2" w16cid:durableId="307127347">
    <w:abstractNumId w:val="3"/>
  </w:num>
  <w:num w:numId="3" w16cid:durableId="1075930845">
    <w:abstractNumId w:val="1"/>
  </w:num>
  <w:num w:numId="4" w16cid:durableId="1134448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723"/>
    <w:rsid w:val="0002541F"/>
    <w:rsid w:val="00036E4C"/>
    <w:rsid w:val="00060CC9"/>
    <w:rsid w:val="0006350F"/>
    <w:rsid w:val="000803CC"/>
    <w:rsid w:val="000B4D76"/>
    <w:rsid w:val="000C08AD"/>
    <w:rsid w:val="00126896"/>
    <w:rsid w:val="00146E3D"/>
    <w:rsid w:val="001A42A0"/>
    <w:rsid w:val="001B563D"/>
    <w:rsid w:val="00201115"/>
    <w:rsid w:val="00210178"/>
    <w:rsid w:val="00215C4E"/>
    <w:rsid w:val="00234189"/>
    <w:rsid w:val="002532B1"/>
    <w:rsid w:val="002735FC"/>
    <w:rsid w:val="00282731"/>
    <w:rsid w:val="002B1B36"/>
    <w:rsid w:val="002C773E"/>
    <w:rsid w:val="002F242C"/>
    <w:rsid w:val="00305BA0"/>
    <w:rsid w:val="00321217"/>
    <w:rsid w:val="003A0B5E"/>
    <w:rsid w:val="004155B3"/>
    <w:rsid w:val="00433BEF"/>
    <w:rsid w:val="004500F3"/>
    <w:rsid w:val="00493B9F"/>
    <w:rsid w:val="004E6855"/>
    <w:rsid w:val="004F753E"/>
    <w:rsid w:val="00515429"/>
    <w:rsid w:val="00523CCF"/>
    <w:rsid w:val="005530E7"/>
    <w:rsid w:val="00563B4E"/>
    <w:rsid w:val="005B6642"/>
    <w:rsid w:val="005D239A"/>
    <w:rsid w:val="005E454E"/>
    <w:rsid w:val="005F7D55"/>
    <w:rsid w:val="006030D7"/>
    <w:rsid w:val="006153B5"/>
    <w:rsid w:val="00635B12"/>
    <w:rsid w:val="00637561"/>
    <w:rsid w:val="00640FB0"/>
    <w:rsid w:val="00646768"/>
    <w:rsid w:val="00654A2D"/>
    <w:rsid w:val="006722D3"/>
    <w:rsid w:val="00673DA0"/>
    <w:rsid w:val="0068287F"/>
    <w:rsid w:val="006C61DC"/>
    <w:rsid w:val="00712C6E"/>
    <w:rsid w:val="007210F6"/>
    <w:rsid w:val="00743262"/>
    <w:rsid w:val="00792F30"/>
    <w:rsid w:val="007E38B1"/>
    <w:rsid w:val="00821FCC"/>
    <w:rsid w:val="00825741"/>
    <w:rsid w:val="00830CDE"/>
    <w:rsid w:val="0086321D"/>
    <w:rsid w:val="00870059"/>
    <w:rsid w:val="00887A38"/>
    <w:rsid w:val="008938E7"/>
    <w:rsid w:val="008E2DAF"/>
    <w:rsid w:val="009043FA"/>
    <w:rsid w:val="00913147"/>
    <w:rsid w:val="0094515F"/>
    <w:rsid w:val="009523F9"/>
    <w:rsid w:val="00952D2B"/>
    <w:rsid w:val="0095564E"/>
    <w:rsid w:val="00996934"/>
    <w:rsid w:val="009A4821"/>
    <w:rsid w:val="009B567D"/>
    <w:rsid w:val="009C144D"/>
    <w:rsid w:val="009E74B7"/>
    <w:rsid w:val="00A074F1"/>
    <w:rsid w:val="00A251F0"/>
    <w:rsid w:val="00A26F37"/>
    <w:rsid w:val="00A316E1"/>
    <w:rsid w:val="00A32531"/>
    <w:rsid w:val="00A47723"/>
    <w:rsid w:val="00A54F10"/>
    <w:rsid w:val="00A56D7B"/>
    <w:rsid w:val="00AC756E"/>
    <w:rsid w:val="00B17121"/>
    <w:rsid w:val="00B515E3"/>
    <w:rsid w:val="00B67F0C"/>
    <w:rsid w:val="00BA1F6C"/>
    <w:rsid w:val="00CA1D84"/>
    <w:rsid w:val="00CB3BAF"/>
    <w:rsid w:val="00CE4E73"/>
    <w:rsid w:val="00CE4EDC"/>
    <w:rsid w:val="00D1437E"/>
    <w:rsid w:val="00D25A86"/>
    <w:rsid w:val="00D46786"/>
    <w:rsid w:val="00D66F59"/>
    <w:rsid w:val="00D86BDD"/>
    <w:rsid w:val="00DA4F6D"/>
    <w:rsid w:val="00DB6FBC"/>
    <w:rsid w:val="00DC4122"/>
    <w:rsid w:val="00DF6EB8"/>
    <w:rsid w:val="00E12E06"/>
    <w:rsid w:val="00E65566"/>
    <w:rsid w:val="00E72E88"/>
    <w:rsid w:val="00E811A9"/>
    <w:rsid w:val="00E82DE2"/>
    <w:rsid w:val="00E85175"/>
    <w:rsid w:val="00E863D4"/>
    <w:rsid w:val="00E9363D"/>
    <w:rsid w:val="00EB3E62"/>
    <w:rsid w:val="00EB638F"/>
    <w:rsid w:val="00F03C75"/>
    <w:rsid w:val="00F12060"/>
    <w:rsid w:val="00F12AAD"/>
    <w:rsid w:val="00F4739F"/>
    <w:rsid w:val="00F804CB"/>
    <w:rsid w:val="00F85858"/>
    <w:rsid w:val="00F85AFB"/>
    <w:rsid w:val="00FC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6CCFF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semiHidden="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uiPriority w:val="1"/>
    <w:qFormat/>
    <w:rsid w:val="00DC4122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2735FC"/>
  </w:style>
  <w:style w:type="character" w:customStyle="1" w:styleId="BodyTextChar">
    <w:name w:val="Body Text Char"/>
    <w:basedOn w:val="DefaultParagraphFont"/>
    <w:link w:val="BodyText"/>
    <w:uiPriority w:val="1"/>
    <w:semiHidden/>
    <w:rsid w:val="00640FB0"/>
    <w:rPr>
      <w:color w:val="000000" w:themeColor="text1"/>
    </w:rPr>
  </w:style>
  <w:style w:type="paragraph" w:styleId="ListParagraph">
    <w:name w:val="List Paragraph"/>
    <w:basedOn w:val="Normal"/>
    <w:uiPriority w:val="1"/>
    <w:semiHidden/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0803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242C"/>
    <w:rPr>
      <w:rFonts w:ascii="Georgia" w:hAnsi="Georgia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803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42C"/>
    <w:rPr>
      <w:rFonts w:ascii="Georgia" w:hAnsi="Georgia" w:cs="Georgia"/>
      <w:sz w:val="22"/>
      <w:szCs w:val="22"/>
    </w:rPr>
  </w:style>
  <w:style w:type="paragraph" w:customStyle="1" w:styleId="Information">
    <w:name w:val="Information"/>
    <w:basedOn w:val="BodyText"/>
    <w:uiPriority w:val="13"/>
    <w:qFormat/>
    <w:rsid w:val="004500F3"/>
    <w:pPr>
      <w:kinsoku w:val="0"/>
      <w:overflowPunct w:val="0"/>
      <w:spacing w:before="360" w:after="0"/>
      <w:contextualSpacing/>
    </w:pPr>
    <w:rPr>
      <w:rFonts w:asciiTheme="majorHAnsi" w:hAnsiTheme="majorHAnsi" w:cs="Arial"/>
      <w:szCs w:val="20"/>
    </w:rPr>
  </w:style>
  <w:style w:type="table" w:styleId="TableGrid">
    <w:name w:val="Table Grid"/>
    <w:basedOn w:val="TableNormal"/>
    <w:uiPriority w:val="39"/>
    <w:rsid w:val="00080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E74B7"/>
    <w:pPr>
      <w:kinsoku w:val="0"/>
      <w:overflowPunct w:val="0"/>
      <w:spacing w:before="480" w:after="360"/>
    </w:pPr>
    <w:rPr>
      <w:rFonts w:asciiTheme="majorHAnsi" w:hAnsiTheme="majorHAnsi" w:cs="Arial"/>
      <w:color w:val="FA7D00" w:themeColor="accent1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E74B7"/>
    <w:rPr>
      <w:rFonts w:asciiTheme="majorHAnsi" w:hAnsiTheme="majorHAnsi" w:cs="Arial"/>
      <w:color w:val="FA7D00" w:themeColor="accent1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2F242C"/>
    <w:rPr>
      <w:color w:val="808080"/>
    </w:rPr>
  </w:style>
  <w:style w:type="paragraph" w:customStyle="1" w:styleId="ContactInfo">
    <w:name w:val="Contact Info"/>
    <w:basedOn w:val="Normal"/>
    <w:uiPriority w:val="11"/>
    <w:qFormat/>
    <w:rsid w:val="00B67F0C"/>
    <w:pPr>
      <w:spacing w:after="0"/>
    </w:pPr>
    <w:rPr>
      <w:rFonts w:eastAsiaTheme="minorHAnsi" w:cstheme="minorBidi"/>
      <w:szCs w:val="18"/>
    </w:rPr>
  </w:style>
  <w:style w:type="paragraph" w:styleId="Closing">
    <w:name w:val="Closing"/>
    <w:basedOn w:val="Normal"/>
    <w:next w:val="Signature"/>
    <w:link w:val="ClosingChar"/>
    <w:uiPriority w:val="6"/>
    <w:semiHidden/>
    <w:qFormat/>
    <w:rsid w:val="002F242C"/>
    <w:pPr>
      <w:spacing w:after="960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6"/>
    <w:semiHidden/>
    <w:rsid w:val="00DC4122"/>
    <w:rPr>
      <w:rFonts w:eastAsiaTheme="minorHAnsi" w:cstheme="minorBidi"/>
      <w:color w:val="000000" w:themeColor="text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242C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F242C"/>
  </w:style>
  <w:style w:type="paragraph" w:styleId="NoSpacing">
    <w:name w:val="No Spacing"/>
    <w:uiPriority w:val="1"/>
    <w:qFormat/>
    <w:rsid w:val="002F242C"/>
    <w:pPr>
      <w:widowControl w:val="0"/>
      <w:autoSpaceDE w:val="0"/>
      <w:autoSpaceDN w:val="0"/>
      <w:adjustRightInd w:val="0"/>
    </w:pPr>
    <w:rPr>
      <w:color w:val="000000" w:themeColor="text1"/>
    </w:rPr>
  </w:style>
  <w:style w:type="paragraph" w:styleId="Date">
    <w:name w:val="Date"/>
    <w:basedOn w:val="Normal"/>
    <w:next w:val="Normal"/>
    <w:link w:val="DateChar"/>
    <w:uiPriority w:val="12"/>
    <w:qFormat/>
    <w:rsid w:val="002F242C"/>
    <w:pPr>
      <w:spacing w:before="480"/>
    </w:pPr>
  </w:style>
  <w:style w:type="character" w:customStyle="1" w:styleId="DateChar">
    <w:name w:val="Date Char"/>
    <w:basedOn w:val="DefaultParagraphFont"/>
    <w:link w:val="Date"/>
    <w:uiPriority w:val="12"/>
    <w:rsid w:val="00DC4122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3F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3FA"/>
    <w:rPr>
      <w:rFonts w:ascii="Segoe UI" w:hAnsi="Segoe UI" w:cs="Segoe UI"/>
      <w:color w:val="000000" w:themeColor="tex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A0B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9C144D"/>
    <w:pPr>
      <w:spacing w:after="0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a\AppData\Roaming\Microsoft\Templates\Vibrant%20graphic%20letterhead.dotx" TargetMode="External"/></Relationships>
</file>

<file path=word/theme/theme1.xml><?xml version="1.0" encoding="utf-8"?>
<a:theme xmlns:a="http://schemas.openxmlformats.org/drawingml/2006/main" name="Additional Set">
  <a:themeElements>
    <a:clrScheme name="Custom 3">
      <a:dk1>
        <a:sysClr val="windowText" lastClr="000000"/>
      </a:dk1>
      <a:lt1>
        <a:sysClr val="window" lastClr="FFFFFF"/>
      </a:lt1>
      <a:dk2>
        <a:srgbClr val="464646"/>
      </a:dk2>
      <a:lt2>
        <a:srgbClr val="E6E6E6"/>
      </a:lt2>
      <a:accent1>
        <a:srgbClr val="FA7D00"/>
      </a:accent1>
      <a:accent2>
        <a:srgbClr val="F90B0B"/>
      </a:accent2>
      <a:accent3>
        <a:srgbClr val="00B050"/>
      </a:accent3>
      <a:accent4>
        <a:srgbClr val="92D050"/>
      </a:accent4>
      <a:accent5>
        <a:srgbClr val="54C9CC"/>
      </a:accent5>
      <a:accent6>
        <a:srgbClr val="0091C4"/>
      </a:accent6>
      <a:hlink>
        <a:srgbClr val="3F3F3F"/>
      </a:hlink>
      <a:folHlink>
        <a:srgbClr val="D33158"/>
      </a:folHlink>
    </a:clrScheme>
    <a:fontScheme name="Custom 2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Additional Set" id="{AB421D34-0AC1-814B-BA93-E9CF2C5FB130}" vid="{23839D68-61AB-AD42-BE82-786DA3D32B2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4657a2-f4b6-449f-92b4-14d981f34116" xsi:nil="true"/>
    <lcf76f155ced4ddcb4097134ff3c332f xmlns="ec3617a9-51aa-41bf-b75b-9411b882233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1ADC09AF19594996DACDEDC15DB0B9" ma:contentTypeVersion="13" ma:contentTypeDescription="Create a new document." ma:contentTypeScope="" ma:versionID="539d1fa9c002afae2cf9fec57e29a74e">
  <xsd:schema xmlns:xsd="http://www.w3.org/2001/XMLSchema" xmlns:xs="http://www.w3.org/2001/XMLSchema" xmlns:p="http://schemas.microsoft.com/office/2006/metadata/properties" xmlns:ns2="ec3617a9-51aa-41bf-b75b-9411b882233d" xmlns:ns3="3c4657a2-f4b6-449f-92b4-14d981f34116" targetNamespace="http://schemas.microsoft.com/office/2006/metadata/properties" ma:root="true" ma:fieldsID="3787b78334d6ed83c6fc1ed38898deb3" ns2:_="" ns3:_="">
    <xsd:import namespace="ec3617a9-51aa-41bf-b75b-9411b882233d"/>
    <xsd:import namespace="3c4657a2-f4b6-449f-92b4-14d981f341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617a9-51aa-41bf-b75b-9411b8822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7eb6393-bae5-439c-9df7-ed1047f922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657a2-f4b6-449f-92b4-14d981f3411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b7a6e50-9e74-4efd-81d6-5b535fa2acea}" ma:internalName="TaxCatchAll" ma:showField="CatchAllData" ma:web="3c4657a2-f4b6-449f-92b4-14d981f341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40F065-BBC8-4CCC-82BB-F3A51CAD96CA}">
  <ds:schemaRefs>
    <ds:schemaRef ds:uri="http://schemas.microsoft.com/office/2006/metadata/properties"/>
    <ds:schemaRef ds:uri="http://schemas.microsoft.com/office/infopath/2007/PartnerControls"/>
    <ds:schemaRef ds:uri="3c4657a2-f4b6-449f-92b4-14d981f34116"/>
    <ds:schemaRef ds:uri="ec3617a9-51aa-41bf-b75b-9411b882233d"/>
  </ds:schemaRefs>
</ds:datastoreItem>
</file>

<file path=customXml/itemProps2.xml><?xml version="1.0" encoding="utf-8"?>
<ds:datastoreItem xmlns:ds="http://schemas.openxmlformats.org/officeDocument/2006/customXml" ds:itemID="{446B944F-3A8E-4515-A8AD-7239DA36C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3617a9-51aa-41bf-b75b-9411b882233d"/>
    <ds:schemaRef ds:uri="3c4657a2-f4b6-449f-92b4-14d981f341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26919B-BC82-4326-BA20-6A8371082B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Vibrant graphic letterhead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2023-02-16T15:29:00Z</dcterms:created>
  <dcterms:modified xsi:type="dcterms:W3CDTF">2023-03-08T14:35:00Z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0x010100601ADC09AF19594996DACDEDC15DB0B9</vt:lpwstr>
  </property>
  <property fmtid="{D5CDD505-2E9C-101B-9397-08002B2CF9AE}" pid="3" name="MediaServiceImageTags">
    <vt:lpwstr/>
  </property>
</Properties>
</file>